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00C7E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500C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30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500C7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0C7E"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Источна  Европа  и  Русија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500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0C7E"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Утврдити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основне  географске  одлике  Источне  </w:t>
            </w:r>
            <w:r w:rsidR="00500C7E"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 и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00C7E"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Утврђивање  основних  географских  одлика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 Европе и  Русије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00C7E" w:rsidRPr="00500C7E" w:rsidRDefault="00500C7E" w:rsidP="00500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анализира  основне  географске  одлике регије</w:t>
            </w:r>
          </w:p>
          <w:p w:rsidR="00500C7E" w:rsidRPr="00500C7E" w:rsidRDefault="00500C7E" w:rsidP="00500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географске  објекте</w:t>
            </w:r>
          </w:p>
          <w:p w:rsidR="00500C7E" w:rsidRPr="00500C7E" w:rsidRDefault="00500C7E" w:rsidP="00500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разлике  између  европског  и  азијског  дела  Русије</w:t>
            </w:r>
          </w:p>
          <w:p w:rsidR="00D0461E" w:rsidRPr="005F7634" w:rsidRDefault="00500C7E" w:rsidP="00500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место  Русије  у светским  оквирима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00C7E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 1.1.3. Препознаје и чита географске и допунске елементе карте - чита називе мора, залива, полуострва, архипелага, острва као и планина,  низија   на простору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 Европе и  Русије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Препознаје основне  друштвеногеографске  одлике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Европе и Русије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00C7E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географској карти –  мора, залива, полуострва, архипелага, острва  као  и  облика  рељефа на простору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 Европе и  Русије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географске  одлике 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Источне  Европе  и  Русије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значају   географског  положаја  за  географске  одлике  </w:t>
            </w:r>
            <w:r w:rsidR="00500C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Источне 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Европе</w:t>
            </w:r>
            <w:r w:rsidR="00500C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Русије</w:t>
            </w:r>
          </w:p>
          <w:p w:rsidR="00664F16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</w:t>
            </w:r>
            <w:r w:rsidR="00500C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 везе и законитости   у  Источ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ној Европи</w:t>
            </w:r>
            <w:r w:rsidR="00500C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Русији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</w:t>
            </w:r>
            <w:r w:rsidR="00500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карта  Русије  (СССР),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500C7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C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Обавештавамо  ученике  да  ће  се  утврђивање  градива  обавити     вежбом на немој  карти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Источне </w:t>
            </w:r>
            <w:r w:rsidRPr="00500C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Европе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карти  Русије</w:t>
            </w:r>
            <w:r w:rsidRPr="00500C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 Вежбанци  за  географију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471AD9" w:rsidRPr="00471AD9" w:rsidRDefault="005F7634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71AD9"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прво  ураде    задатке </w:t>
            </w:r>
            <w:r w:rsid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дате  на  немој  карти  Источне    Европе (стр.  15.</w:t>
            </w:r>
            <w:r w:rsidR="00471AD9"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 </w:t>
            </w:r>
            <w:r w:rsidR="00471AD9"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Вежбанци).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Сапштавамо ученицима следеће задатке  које  треба  да  ураде на немој 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Источне  Европе</w:t>
            </w:r>
            <w:r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C95367" w:rsidRPr="00471AD9" w:rsidRDefault="00C95367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---ураде  тражени  задатак  на немој  карти</w:t>
            </w:r>
            <w:bookmarkStart w:id="0" w:name="_GoBack"/>
            <w:bookmarkEnd w:id="0"/>
          </w:p>
          <w:p w:rsidR="00500C7E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---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означе  бројевима појмове </w:t>
            </w:r>
            <w:r w:rsidRPr="00471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 одговарајуће место на немој карти: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1.језеро  Ладога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2.делта  реке  Волга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3.полуострво  Кола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4.Санкт  Петербург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5.главни  грда  Украјине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----обоје  следеће:</w:t>
            </w:r>
          </w:p>
          <w:p w:rsidR="00471AD9" w:rsidRDefault="00471AD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-држава  Молдавија</w:t>
            </w:r>
          </w:p>
          <w:p w:rsidR="00471AD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-полуострво  Крим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-највећа  континентална држава  Европе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  део  часа  ученици  раде  задатке  на  немој  катри  Русије (стр.16  ).Треба  да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  бројевима следеће појмове: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1.Бајкалско  језеро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2.река  Јенисеј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3.Охотско море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обележе  бојом: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-острво  Сахалин</w:t>
            </w:r>
          </w:p>
          <w:p w:rsidR="00895209" w:rsidRDefault="00895209" w:rsidP="00471A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-полуострво  Камчатка</w:t>
            </w:r>
          </w:p>
          <w:p w:rsidR="005F7634" w:rsidRPr="00545C96" w:rsidRDefault="00471AD9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895209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тачности урађених  појмова на немој карти.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71AD9"/>
    <w:rsid w:val="004C7CD5"/>
    <w:rsid w:val="00500C7E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95209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95367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60DA2-B156-40A6-A61A-199B194A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2020-07-03T18:36:00Z</dcterms:created>
  <dcterms:modified xsi:type="dcterms:W3CDTF">2020-07-07T17:01:00Z</dcterms:modified>
</cp:coreProperties>
</file>